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ABA" w:rsidRDefault="00580ABA" w:rsidP="00580ABA">
      <w:pPr>
        <w:jc w:val="center"/>
      </w:pPr>
      <w:r>
        <w:rPr>
          <w:rFonts w:ascii="Arial" w:hAnsi="Arial" w:cs="Arial"/>
          <w:noProof/>
          <w:color w:val="1A0DAB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790575</wp:posOffset>
                </wp:positionV>
                <wp:extent cx="2752725" cy="2571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FEBA74" id="Rectangle 2" o:spid="_x0000_s1026" style="position:absolute;margin-left:189.75pt;margin-top:62.25pt;width:216.75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" fillcolor="#5b9bd5 [3204]" strokecolor="#1f4d78 [1604]" strokeweight="1pt"/>
            </w:pict>
          </mc:Fallback>
        </mc:AlternateContent>
      </w:r>
      <w:r>
        <w:rPr>
          <w:rFonts w:ascii="Arial" w:hAnsi="Arial" w:cs="Arial"/>
          <w:noProof/>
          <w:color w:val="1A0DAB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6E199C" wp14:editId="0CD92315">
                <wp:simplePos x="0" y="0"/>
                <wp:positionH relativeFrom="column">
                  <wp:posOffset>5962650</wp:posOffset>
                </wp:positionH>
                <wp:positionV relativeFrom="paragraph">
                  <wp:posOffset>781685</wp:posOffset>
                </wp:positionV>
                <wp:extent cx="2047875" cy="2571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571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1AD4C9" id="Rectangle 3" o:spid="_x0000_s1026" style="position:absolute;margin-left:469.5pt;margin-top:61.55pt;width:161.25pt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" fillcolor="#5b9bd5" strokecolor="#41719c" strokeweight="1pt"/>
            </w:pict>
          </mc:Fallback>
        </mc:AlternateContent>
      </w:r>
      <w:bookmarkStart w:id="0" w:name="_GoBack"/>
      <w:r>
        <w:rPr>
          <w:rFonts w:ascii="Arial" w:hAnsi="Arial" w:cs="Arial"/>
          <w:noProof/>
          <w:color w:val="1A0DAB"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962025" cy="1019175"/>
            <wp:effectExtent l="0" t="0" r="9525" b="9525"/>
            <wp:wrapSquare wrapText="bothSides"/>
            <wp:docPr id="1" name="Picture 1" descr="Image result for tokyo 202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okyo 202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        Road to Tokyo          </w:t>
      </w:r>
      <w:r>
        <w:rPr>
          <w:noProof/>
          <w:lang w:eastAsia="en-GB"/>
        </w:rPr>
        <w:drawing>
          <wp:inline distT="0" distB="0" distL="0" distR="0" wp14:anchorId="198EAD7B" wp14:editId="11A2165D">
            <wp:extent cx="2098675" cy="53467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8"/>
                    <a:srcRect l="16581" t="33563" r="774" b="29007"/>
                    <a:stretch/>
                  </pic:blipFill>
                  <pic:spPr bwMode="auto">
                    <a:xfrm>
                      <a:off x="0" y="0"/>
                      <a:ext cx="2098675" cy="534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</w:t>
      </w:r>
    </w:p>
    <w:p w:rsidR="00746C29" w:rsidRDefault="00580ABA" w:rsidP="00580ABA">
      <w:pPr>
        <w:tabs>
          <w:tab w:val="left" w:pos="2400"/>
          <w:tab w:val="left" w:pos="2955"/>
          <w:tab w:val="left" w:pos="6780"/>
        </w:tabs>
      </w:pPr>
      <w:r>
        <w:tab/>
        <w:t xml:space="preserve">      </w:t>
      </w:r>
      <w:r>
        <w:tab/>
        <w:t xml:space="preserve">Name                                                                             </w:t>
      </w:r>
      <w:r>
        <w:tab/>
      </w:r>
      <w:r>
        <w:tab/>
        <w:t xml:space="preserve">School  </w:t>
      </w:r>
      <w:r>
        <w:br w:type="textWrapping" w:clear="all"/>
      </w:r>
    </w:p>
    <w:tbl>
      <w:tblPr>
        <w:tblStyle w:val="TableGrid"/>
        <w:tblW w:w="13515" w:type="dxa"/>
        <w:tblLook w:val="04A0" w:firstRow="1" w:lastRow="0" w:firstColumn="1" w:lastColumn="0" w:noHBand="0" w:noVBand="1"/>
      </w:tblPr>
      <w:tblGrid>
        <w:gridCol w:w="1473"/>
        <w:gridCol w:w="1742"/>
        <w:gridCol w:w="1741"/>
        <w:gridCol w:w="1855"/>
        <w:gridCol w:w="1772"/>
        <w:gridCol w:w="1673"/>
        <w:gridCol w:w="1784"/>
        <w:gridCol w:w="1475"/>
      </w:tblGrid>
      <w:tr w:rsidR="00580ABA" w:rsidTr="00580ABA">
        <w:trPr>
          <w:trHeight w:val="582"/>
        </w:trPr>
        <w:tc>
          <w:tcPr>
            <w:tcW w:w="14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4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580ABA"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Monday</w:t>
            </w:r>
          </w:p>
        </w:tc>
        <w:tc>
          <w:tcPr>
            <w:tcW w:w="1741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Tuesday </w:t>
            </w:r>
          </w:p>
        </w:tc>
        <w:tc>
          <w:tcPr>
            <w:tcW w:w="185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Wednesday</w:t>
            </w:r>
          </w:p>
        </w:tc>
        <w:tc>
          <w:tcPr>
            <w:tcW w:w="177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Thursday</w:t>
            </w:r>
          </w:p>
        </w:tc>
        <w:tc>
          <w:tcPr>
            <w:tcW w:w="16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Friday</w:t>
            </w:r>
          </w:p>
        </w:tc>
        <w:tc>
          <w:tcPr>
            <w:tcW w:w="1784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Weekend</w:t>
            </w:r>
          </w:p>
        </w:tc>
        <w:tc>
          <w:tcPr>
            <w:tcW w:w="1475" w:type="dxa"/>
          </w:tcPr>
          <w:p w:rsid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Total</w:t>
            </w:r>
          </w:p>
        </w:tc>
      </w:tr>
      <w:tr w:rsidR="00580ABA" w:rsidTr="00580ABA">
        <w:trPr>
          <w:trHeight w:val="550"/>
        </w:trPr>
        <w:tc>
          <w:tcPr>
            <w:tcW w:w="14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Week 1</w:t>
            </w:r>
          </w:p>
        </w:tc>
        <w:tc>
          <w:tcPr>
            <w:tcW w:w="174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41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7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6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84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7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580ABA" w:rsidTr="00580ABA">
        <w:trPr>
          <w:trHeight w:val="582"/>
        </w:trPr>
        <w:tc>
          <w:tcPr>
            <w:tcW w:w="14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Week 2</w:t>
            </w:r>
          </w:p>
        </w:tc>
        <w:tc>
          <w:tcPr>
            <w:tcW w:w="174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41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7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6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84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7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580ABA" w:rsidTr="00580ABA">
        <w:trPr>
          <w:trHeight w:val="550"/>
        </w:trPr>
        <w:tc>
          <w:tcPr>
            <w:tcW w:w="14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Week 3</w:t>
            </w:r>
          </w:p>
        </w:tc>
        <w:tc>
          <w:tcPr>
            <w:tcW w:w="174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41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7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6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84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7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580ABA" w:rsidTr="00580ABA">
        <w:trPr>
          <w:trHeight w:val="582"/>
        </w:trPr>
        <w:tc>
          <w:tcPr>
            <w:tcW w:w="14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Week 4</w:t>
            </w:r>
          </w:p>
        </w:tc>
        <w:tc>
          <w:tcPr>
            <w:tcW w:w="174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41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7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6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84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7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580ABA" w:rsidTr="00580ABA">
        <w:trPr>
          <w:trHeight w:val="550"/>
        </w:trPr>
        <w:tc>
          <w:tcPr>
            <w:tcW w:w="14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Week 5</w:t>
            </w:r>
          </w:p>
        </w:tc>
        <w:tc>
          <w:tcPr>
            <w:tcW w:w="174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41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7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6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84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7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580ABA" w:rsidTr="00580ABA">
        <w:trPr>
          <w:trHeight w:val="582"/>
        </w:trPr>
        <w:tc>
          <w:tcPr>
            <w:tcW w:w="14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Week 6</w:t>
            </w:r>
          </w:p>
        </w:tc>
        <w:tc>
          <w:tcPr>
            <w:tcW w:w="174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41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72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673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84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75" w:type="dxa"/>
          </w:tcPr>
          <w:p w:rsidR="00580ABA" w:rsidRPr="00580ABA" w:rsidRDefault="00580ABA" w:rsidP="00580ABA">
            <w:pPr>
              <w:tabs>
                <w:tab w:val="left" w:pos="2400"/>
                <w:tab w:val="left" w:pos="2955"/>
                <w:tab w:val="left" w:pos="6780"/>
              </w:tabs>
              <w:jc w:val="center"/>
              <w:rPr>
                <w:b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</w:tbl>
    <w:p w:rsidR="00580ABA" w:rsidRDefault="00580ABA" w:rsidP="00580ABA">
      <w:pPr>
        <w:tabs>
          <w:tab w:val="left" w:pos="2400"/>
          <w:tab w:val="left" w:pos="2955"/>
          <w:tab w:val="left" w:pos="6780"/>
        </w:tabs>
      </w:pPr>
    </w:p>
    <w:p w:rsidR="00580ABA" w:rsidRDefault="00580ABA" w:rsidP="00580ABA">
      <w:pPr>
        <w:tabs>
          <w:tab w:val="left" w:pos="2400"/>
          <w:tab w:val="left" w:pos="2955"/>
          <w:tab w:val="left" w:pos="678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Keep a record of your miles achieved through the Summer Holidays. Hand this into your teacher in September to be awarded a certificate of achievement signed by Katherine Copeland GB 2012 London Gold medallist</w:t>
      </w:r>
    </w:p>
    <w:p w:rsidR="00580ABA" w:rsidRPr="00580ABA" w:rsidRDefault="00580ABA" w:rsidP="00580ABA">
      <w:pPr>
        <w:tabs>
          <w:tab w:val="left" w:pos="2400"/>
          <w:tab w:val="left" w:pos="2955"/>
          <w:tab w:val="left" w:pos="678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BRONZE – 2000 miles      SILVER – 4000 miles     GOLD 6000 miles</w:t>
      </w:r>
    </w:p>
    <w:sectPr w:rsidR="00580ABA" w:rsidRPr="00580ABA" w:rsidSect="00580AB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ABA" w:rsidRDefault="00580ABA" w:rsidP="00580ABA">
      <w:pPr>
        <w:spacing w:after="0" w:line="240" w:lineRule="auto"/>
      </w:pPr>
      <w:r>
        <w:separator/>
      </w:r>
    </w:p>
  </w:endnote>
  <w:endnote w:type="continuationSeparator" w:id="0">
    <w:p w:rsidR="00580ABA" w:rsidRDefault="00580ABA" w:rsidP="00580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ABA" w:rsidRDefault="00580ABA" w:rsidP="00580ABA">
      <w:pPr>
        <w:spacing w:after="0" w:line="240" w:lineRule="auto"/>
      </w:pPr>
      <w:r>
        <w:separator/>
      </w:r>
    </w:p>
  </w:footnote>
  <w:footnote w:type="continuationSeparator" w:id="0">
    <w:p w:rsidR="00580ABA" w:rsidRDefault="00580ABA" w:rsidP="00580A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BA"/>
    <w:rsid w:val="00324CA4"/>
    <w:rsid w:val="00580ABA"/>
    <w:rsid w:val="00593E95"/>
    <w:rsid w:val="00E401D9"/>
    <w:rsid w:val="00F4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D0D533-751C-4F39-9892-049C507C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0A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ABA"/>
  </w:style>
  <w:style w:type="paragraph" w:styleId="Footer">
    <w:name w:val="footer"/>
    <w:basedOn w:val="Normal"/>
    <w:link w:val="FooterChar"/>
    <w:uiPriority w:val="99"/>
    <w:unhideWhenUsed/>
    <w:rsid w:val="00580A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ABA"/>
  </w:style>
  <w:style w:type="table" w:styleId="TableGrid">
    <w:name w:val="Table Grid"/>
    <w:basedOn w:val="TableNormal"/>
    <w:uiPriority w:val="39"/>
    <w:rsid w:val="00580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4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ing.com/images/search?view=detailV2&amp;ccid=WrMcNjdi&amp;id=6A807C5A1400302F1C2D2039FBBDBABFE12FFC18&amp;thid=OIP.WrMcNjdiv62a7qbUKKcU3QHaK7&amp;mediaurl=http://img2.wikia.nocookie.net/__cb20150220140322/logopedia/images/4/4a/Tokyo_2020.jpg&amp;exph=3389&amp;expw=2297&amp;q=tokyo+2020&amp;simid=608019669328461924&amp;ck=A4EAADEDCE0A12461E393C53FC28A1A0&amp;selectedIndex=0&amp;adlt=stric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AD85ECD7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J Mandry</dc:creator>
  <cp:keywords/>
  <dc:description/>
  <cp:lastModifiedBy>Mr J Mandry</cp:lastModifiedBy>
  <cp:revision>2</cp:revision>
  <cp:lastPrinted>2020-07-15T11:52:00Z</cp:lastPrinted>
  <dcterms:created xsi:type="dcterms:W3CDTF">2020-07-15T12:44:00Z</dcterms:created>
  <dcterms:modified xsi:type="dcterms:W3CDTF">2020-07-15T12:44:00Z</dcterms:modified>
</cp:coreProperties>
</file>